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DFE21" w14:textId="77777777" w:rsidR="00A16359" w:rsidRPr="001C545E" w:rsidRDefault="00A16359" w:rsidP="00A16359"/>
    <w:p w14:paraId="363B0A69" w14:textId="13F7BEC7" w:rsidR="00A16359" w:rsidRPr="001C545E" w:rsidRDefault="00A16359" w:rsidP="00A16359">
      <w:pPr>
        <w:jc w:val="right"/>
      </w:pPr>
      <w:r w:rsidRPr="001C545E">
        <w:t xml:space="preserve"> </w:t>
      </w:r>
      <w:r w:rsidRPr="001C545E">
        <w:rPr>
          <w:b/>
          <w:bCs/>
        </w:rPr>
        <w:t xml:space="preserve">Anexa </w:t>
      </w:r>
      <w:r>
        <w:rPr>
          <w:b/>
          <w:bCs/>
        </w:rPr>
        <w:t>5</w:t>
      </w:r>
      <w:r w:rsidRPr="001C545E">
        <w:rPr>
          <w:b/>
          <w:bCs/>
        </w:rPr>
        <w:t xml:space="preserve"> </w:t>
      </w:r>
    </w:p>
    <w:p w14:paraId="120B307E" w14:textId="225EA240" w:rsidR="00A16359" w:rsidRDefault="00A16359" w:rsidP="00A16359">
      <w:pPr>
        <w:jc w:val="center"/>
        <w:rPr>
          <w:b/>
          <w:bCs/>
        </w:rPr>
      </w:pPr>
      <w:r w:rsidRPr="001C545E">
        <w:rPr>
          <w:b/>
          <w:bCs/>
        </w:rPr>
        <w:t>DECLARAȚIE BENEFICIAR AL AJUTORULUI DE MINIMIS</w:t>
      </w:r>
    </w:p>
    <w:p w14:paraId="7ABFD2BF" w14:textId="77777777" w:rsidR="00A16359" w:rsidRPr="001C545E" w:rsidRDefault="00A16359" w:rsidP="00A16359">
      <w:pPr>
        <w:jc w:val="center"/>
      </w:pPr>
    </w:p>
    <w:p w14:paraId="52501D27" w14:textId="6E6D07EC" w:rsidR="00A16359" w:rsidRPr="001C545E" w:rsidRDefault="00A16359" w:rsidP="00A16359">
      <w:r w:rsidRPr="001C545E">
        <w:t xml:space="preserve">Subsemnatul/a…………………………......................, CNP………………..................., domiciliat/ă în............................................………, str. .......................................……., nr. .... bl....., sc......, ap..…, tel. mobil ..........................................., e-mail ......................................……......., in calitate de </w:t>
      </w:r>
      <w:r w:rsidRPr="001C545E">
        <w:rPr>
          <w:b/>
          <w:bCs/>
        </w:rPr>
        <w:t xml:space="preserve">beneficiar al ajutorului de minimis </w:t>
      </w:r>
      <w:r w:rsidRPr="001C545E">
        <w:t xml:space="preserve">în proiectului </w:t>
      </w:r>
      <w:r w:rsidRPr="001C545E">
        <w:rPr>
          <w:b/>
          <w:bCs/>
          <w:i/>
          <w:iCs/>
        </w:rPr>
        <w:t>"</w:t>
      </w:r>
      <w:r>
        <w:rPr>
          <w:b/>
          <w:bCs/>
          <w:i/>
          <w:iCs/>
        </w:rPr>
        <w:t>Dezvoltarea comunității rurale prin antreprenoriat</w:t>
      </w:r>
      <w:r w:rsidRPr="001C545E">
        <w:rPr>
          <w:b/>
          <w:bCs/>
          <w:i/>
          <w:iCs/>
        </w:rPr>
        <w:t>” – SMIS 312</w:t>
      </w:r>
      <w:r w:rsidR="00112B50">
        <w:rPr>
          <w:b/>
          <w:bCs/>
          <w:i/>
          <w:iCs/>
        </w:rPr>
        <w:t>197</w:t>
      </w:r>
      <w:r w:rsidRPr="001C545E">
        <w:rPr>
          <w:b/>
          <w:bCs/>
          <w:i/>
          <w:iCs/>
        </w:rPr>
        <w:t xml:space="preserve"> </w:t>
      </w:r>
      <w:r w:rsidRPr="001C545E">
        <w:t>declar urm</w:t>
      </w:r>
      <w:r>
        <w:t>ă</w:t>
      </w:r>
      <w:r w:rsidRPr="001C545E">
        <w:t xml:space="preserve">toarele: </w:t>
      </w:r>
    </w:p>
    <w:p w14:paraId="667B30AA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minimis cu privire la caracterul de minimis al ajutorului primit in proiect </w:t>
      </w:r>
    </w:p>
    <w:p w14:paraId="1F06DF3F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minimis cu privire la criteriile de acordare a ajutorului de minimis așa cum este acesta descris in Regulamentul 1407/2013. </w:t>
      </w:r>
    </w:p>
    <w:p w14:paraId="65AF4688" w14:textId="77777777" w:rsidR="00A16359" w:rsidRPr="001C545E" w:rsidRDefault="00A16359" w:rsidP="00A16359">
      <w:r w:rsidRPr="001C545E">
        <w:t xml:space="preserve">De asemenea sub sancțiunile declarațiilor în fals declar următoarele: </w:t>
      </w:r>
    </w:p>
    <w:p w14:paraId="1031B6A9" w14:textId="5171C28C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Nu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</w:t>
      </w:r>
      <w:r w:rsidRPr="001C545E">
        <w:t xml:space="preserve">vi de ajutoare de minimis finanțate din surse naționale sau comunitare </w:t>
      </w:r>
    </w:p>
    <w:p w14:paraId="5E393068" w14:textId="68FF1404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tivi</w:t>
      </w:r>
      <w:r w:rsidRPr="001C545E">
        <w:t xml:space="preserve"> (începând cu data de 01.08.2022) de ajutoare de minimis finanțate din surse naționale sau comunitare, după cum urmează: </w:t>
      </w:r>
    </w:p>
    <w:p w14:paraId="5302FCC4" w14:textId="77777777" w:rsidR="00A16359" w:rsidRPr="001C545E" w:rsidRDefault="00A16359" w:rsidP="00A16359">
      <w:r w:rsidRPr="001C545E">
        <w:t xml:space="preserve">Anul 2022 ____________________ lei </w:t>
      </w:r>
    </w:p>
    <w:p w14:paraId="34A7D620" w14:textId="77777777" w:rsidR="00A16359" w:rsidRPr="001C545E" w:rsidRDefault="00A16359" w:rsidP="00A16359">
      <w:r w:rsidRPr="001C545E">
        <w:t xml:space="preserve">Anul 2023 ____________________ lei </w:t>
      </w:r>
    </w:p>
    <w:p w14:paraId="25CE6B2F" w14:textId="77777777" w:rsidR="00A16359" w:rsidRPr="001C545E" w:rsidRDefault="00A16359" w:rsidP="00A16359">
      <w:r w:rsidRPr="001C545E">
        <w:t xml:space="preserve">Anul 2024 ____________________ lei </w:t>
      </w:r>
    </w:p>
    <w:p w14:paraId="7AF2B094" w14:textId="77777777" w:rsidR="00A16359" w:rsidRPr="001C545E" w:rsidRDefault="00A16359" w:rsidP="00A16359">
      <w:r w:rsidRPr="001C545E">
        <w:t xml:space="preserve">Anul 2025 ____________________ lei </w:t>
      </w:r>
    </w:p>
    <w:p w14:paraId="1D735A46" w14:textId="77777777" w:rsidR="00A16359" w:rsidRDefault="00A16359" w:rsidP="00A16359"/>
    <w:p w14:paraId="4B6D1B0C" w14:textId="1CAFC05C" w:rsidR="00A16359" w:rsidRDefault="00A16359" w:rsidP="00A16359">
      <w:r w:rsidRPr="001C545E">
        <w:t>Semnătura ____________________</w:t>
      </w:r>
    </w:p>
    <w:p w14:paraId="7D5DA755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2685E" w14:textId="77777777" w:rsidR="00A16359" w:rsidRDefault="00A16359" w:rsidP="00CA0524">
      <w:pPr>
        <w:spacing w:after="0" w:line="240" w:lineRule="auto"/>
      </w:pPr>
      <w:r>
        <w:separator/>
      </w:r>
    </w:p>
  </w:endnote>
  <w:endnote w:type="continuationSeparator" w:id="0">
    <w:p w14:paraId="70BEABE7" w14:textId="77777777" w:rsidR="00A16359" w:rsidRDefault="00A16359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E06E4" w14:textId="77777777" w:rsidR="00A16359" w:rsidRDefault="00A16359" w:rsidP="00CA0524">
      <w:pPr>
        <w:spacing w:after="0" w:line="240" w:lineRule="auto"/>
      </w:pPr>
      <w:r>
        <w:separator/>
      </w:r>
    </w:p>
  </w:footnote>
  <w:footnote w:type="continuationSeparator" w:id="0">
    <w:p w14:paraId="23FCF21A" w14:textId="77777777" w:rsidR="00A16359" w:rsidRDefault="00A16359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AFAA1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7FEE2CE0" wp14:editId="6F3C82DC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ADE2BB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6136BE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2DFFDAC" w14:textId="77777777" w:rsidR="00CA0524" w:rsidRPr="00CA0524" w:rsidRDefault="00BC6ECD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BC6ECD">
            <w:rPr>
              <w:b/>
              <w:bCs/>
              <w:sz w:val="28"/>
              <w:szCs w:val="28"/>
            </w:rPr>
            <w:t>Dezvoltarea comunității rurale prin antreprenoriat - 312197</w:t>
          </w:r>
        </w:p>
      </w:tc>
    </w:tr>
  </w:tbl>
  <w:p w14:paraId="121E59A8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59"/>
    <w:rsid w:val="00112B50"/>
    <w:rsid w:val="002A54F8"/>
    <w:rsid w:val="009B031C"/>
    <w:rsid w:val="00A12BEB"/>
    <w:rsid w:val="00A16359"/>
    <w:rsid w:val="00A80EA3"/>
    <w:rsid w:val="00BB6F6E"/>
    <w:rsid w:val="00BC6ECD"/>
    <w:rsid w:val="00C20A1B"/>
    <w:rsid w:val="00CA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CD3C9"/>
  <w15:chartTrackingRefBased/>
  <w15:docId w15:val="{CB4306C7-E8BA-47FC-80B3-06F8AE3D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359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3</TotalTime>
  <Pages>1</Pages>
  <Words>204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2</cp:revision>
  <dcterms:created xsi:type="dcterms:W3CDTF">2025-04-28T11:46:00Z</dcterms:created>
  <dcterms:modified xsi:type="dcterms:W3CDTF">2025-04-28T16:39:00Z</dcterms:modified>
</cp:coreProperties>
</file>